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579BD89C" w:rsidR="00A37662" w:rsidRDefault="00095D5A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D1AC85" wp14:editId="231F2CF2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44CBF" w14:textId="77777777" w:rsidR="00095D5A" w:rsidRDefault="00095D5A" w:rsidP="00095D5A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B468D80" wp14:editId="3BC3F014">
                                  <wp:extent cx="648000" cy="450000"/>
                                  <wp:effectExtent l="0" t="0" r="0" b="7620"/>
                                  <wp:docPr id="4" name="Immagine 4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1AC8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41pt;margin-top:-63.8pt;width:66.9pt;height:4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" filled="f" stroked="f" strokeweight=".5pt">
                <v:textbox>
                  <w:txbxContent>
                    <w:p w14:paraId="3EC44CBF" w14:textId="77777777" w:rsidR="00095D5A" w:rsidRDefault="00095D5A" w:rsidP="00095D5A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B468D80" wp14:editId="3BC3F014">
                            <wp:extent cx="648000" cy="450000"/>
                            <wp:effectExtent l="0" t="0" r="0" b="7620"/>
                            <wp:docPr id="4" name="Immagine 4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21FB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3FD64C" wp14:editId="181E953A">
                <wp:simplePos x="0" y="0"/>
                <wp:positionH relativeFrom="column">
                  <wp:posOffset>3723005</wp:posOffset>
                </wp:positionH>
                <wp:positionV relativeFrom="paragraph">
                  <wp:posOffset>-784860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658A4" w14:textId="77777777" w:rsidR="00D21FB1" w:rsidRDefault="00D21FB1" w:rsidP="00D21FB1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DD21B94" wp14:editId="4078E272">
                                  <wp:extent cx="1076400" cy="396000"/>
                                  <wp:effectExtent l="0" t="0" r="0" b="4445"/>
                                  <wp:docPr id="25" name="Immagine 25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D64C" id="Casella di testo 30" o:spid="_x0000_s1027" type="#_x0000_t202" style="position:absolute;left:0;text-align:left;margin-left:293.15pt;margin-top:-61.8pt;width:107.15pt;height:4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" filled="f" stroked="f" strokeweight=".5pt">
                <v:textbox>
                  <w:txbxContent>
                    <w:p w14:paraId="226658A4" w14:textId="77777777" w:rsidR="00D21FB1" w:rsidRDefault="00D21FB1" w:rsidP="00D21FB1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DD21B94" wp14:editId="4078E272">
                            <wp:extent cx="1076400" cy="396000"/>
                            <wp:effectExtent l="0" t="0" r="0" b="4445"/>
                            <wp:docPr id="25" name="Immagine 25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AF3693F" wp14:editId="242C97DB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6749AD" wp14:editId="56823881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D2C86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</w:p>
    <w:p w14:paraId="7C04C060" w14:textId="01C38A2A" w:rsidR="001C67B9" w:rsidRPr="00C76CB7" w:rsidRDefault="00E358AA" w:rsidP="00C76CB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BE91B7" wp14:editId="654B8C82">
                <wp:simplePos x="0" y="0"/>
                <wp:positionH relativeFrom="margin">
                  <wp:align>left</wp:align>
                </wp:positionH>
                <wp:positionV relativeFrom="paragraph">
                  <wp:posOffset>3848735</wp:posOffset>
                </wp:positionV>
                <wp:extent cx="2502000" cy="464400"/>
                <wp:effectExtent l="0" t="0" r="0" b="0"/>
                <wp:wrapNone/>
                <wp:docPr id="7637068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000" cy="46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09B51D73" w:rsidR="00A37662" w:rsidRPr="009816E1" w:rsidRDefault="00EE3151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Agosto</w:t>
                            </w:r>
                            <w:r w:rsidR="00A37662" w:rsidRPr="009816E1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E91B7" id="Casella di testo 5" o:spid="_x0000_s1028" type="#_x0000_t202" style="position:absolute;left:0;text-align:left;margin-left:0;margin-top:303.05pt;width:197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" filled="f" stroked="f" strokeweight=".5pt">
                <v:textbox>
                  <w:txbxContent>
                    <w:p w14:paraId="75EEE044" w14:textId="09B51D73" w:rsidR="00A37662" w:rsidRPr="009816E1" w:rsidRDefault="00EE3151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Agosto</w:t>
                      </w:r>
                      <w:r w:rsidR="00A37662" w:rsidRPr="009816E1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5EEE5EE4" wp14:editId="7F086C98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7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52E17" w14:textId="77777777" w:rsidR="001C67B9" w:rsidRPr="009816E1" w:rsidRDefault="001C67B9" w:rsidP="001C67B9">
      <w:pPr>
        <w:rPr>
          <w:iCs/>
        </w:rPr>
      </w:pPr>
    </w:p>
    <w:p w14:paraId="33BDC64E" w14:textId="4598211C" w:rsidR="002C509F" w:rsidRDefault="00BF4910" w:rsidP="00C13AE6">
      <w:pPr>
        <w:spacing w:before="100" w:beforeAutospacing="1" w:after="100" w:afterAutospacing="1" w:line="360" w:lineRule="auto"/>
        <w:ind w:hanging="2"/>
        <w:rPr>
          <w:i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A0222" wp14:editId="351F2C8D">
                <wp:simplePos x="0" y="0"/>
                <wp:positionH relativeFrom="margin">
                  <wp:posOffset>-340</wp:posOffset>
                </wp:positionH>
                <wp:positionV relativeFrom="paragraph">
                  <wp:posOffset>80304</wp:posOffset>
                </wp:positionV>
                <wp:extent cx="6120130" cy="2928797"/>
                <wp:effectExtent l="0" t="0" r="0" b="5080"/>
                <wp:wrapNone/>
                <wp:docPr id="75422073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928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E91FA" w14:textId="4CF44562" w:rsidR="00EE3151" w:rsidRPr="0053029C" w:rsidRDefault="00EE3151" w:rsidP="00C76CB7">
                            <w:pPr>
                              <w:pStyle w:val="Titolo"/>
                              <w:jc w:val="both"/>
                              <w:rPr>
                                <w:iCs/>
                              </w:rPr>
                            </w:pPr>
                            <w:r w:rsidRPr="0053029C">
                              <w:rPr>
                                <w:iCs/>
                              </w:rPr>
                              <w:t>STUDENTS4COOPERATION</w:t>
                            </w:r>
                          </w:p>
                          <w:p w14:paraId="385AD58C" w14:textId="1DBC7810" w:rsidR="00BF4910" w:rsidRDefault="00BF4910" w:rsidP="00D63C5F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53029C">
                              <w:rPr>
                                <w:i/>
                                <w:sz w:val="44"/>
                                <w:szCs w:val="44"/>
                              </w:rPr>
                              <w:t xml:space="preserve">Competizione </w:t>
                            </w:r>
                            <w:r w:rsidR="00D63C5F" w:rsidRPr="0053029C">
                              <w:rPr>
                                <w:i/>
                                <w:sz w:val="44"/>
                                <w:szCs w:val="44"/>
                              </w:rPr>
                              <w:t>Interreg per le scuole superiori</w:t>
                            </w:r>
                          </w:p>
                          <w:p w14:paraId="585AF0C7" w14:textId="77777777" w:rsidR="00B64441" w:rsidRPr="00B64441" w:rsidRDefault="00B64441" w:rsidP="00B64441"/>
                          <w:p w14:paraId="11F719EC" w14:textId="77777777" w:rsidR="00BF4910" w:rsidRPr="00BF4910" w:rsidRDefault="00BF4910" w:rsidP="002969A9"/>
                          <w:p w14:paraId="170DD205" w14:textId="2BB5C838" w:rsidR="00C76CB7" w:rsidRPr="00EE3151" w:rsidRDefault="0053029C" w:rsidP="00C76CB7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A</w:t>
                            </w:r>
                            <w:r w:rsidR="0077527E">
                              <w:rPr>
                                <w:iCs/>
                                <w:sz w:val="44"/>
                                <w:szCs w:val="44"/>
                              </w:rPr>
                              <w:t>LLEGATO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3 - </w:t>
                            </w:r>
                            <w:r w:rsidR="008437ED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Modulo d’iscrizione e </w:t>
                            </w:r>
                            <w:r w:rsidR="0019038C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>liberatoria</w:t>
                            </w:r>
                            <w:r w:rsidR="002C509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B48E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per il </w:t>
                            </w:r>
                            <w:r w:rsidR="002C509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trattamento dei dati </w:t>
                            </w:r>
                            <w:r w:rsidR="00C13AE6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personali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0222" id="Casella di testo 4" o:spid="_x0000_s1029" type="#_x0000_t202" style="position:absolute;left:0;text-align:left;margin-left:-.05pt;margin-top:6.3pt;width:481.9pt;height:23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" filled="f" stroked="f" strokeweight=".5pt">
                <v:textbox>
                  <w:txbxContent>
                    <w:p w14:paraId="5D8E91FA" w14:textId="4CF44562" w:rsidR="00EE3151" w:rsidRPr="0053029C" w:rsidRDefault="00EE3151" w:rsidP="00C76CB7">
                      <w:pPr>
                        <w:pStyle w:val="Titolo"/>
                        <w:jc w:val="both"/>
                        <w:rPr>
                          <w:iCs/>
                        </w:rPr>
                      </w:pPr>
                      <w:r w:rsidRPr="0053029C">
                        <w:rPr>
                          <w:iCs/>
                        </w:rPr>
                        <w:t>STUDENTS4COOPERATION</w:t>
                      </w:r>
                    </w:p>
                    <w:p w14:paraId="385AD58C" w14:textId="1DBC7810" w:rsidR="00BF4910" w:rsidRDefault="00BF4910" w:rsidP="00D63C5F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53029C">
                        <w:rPr>
                          <w:i/>
                          <w:sz w:val="44"/>
                          <w:szCs w:val="44"/>
                        </w:rPr>
                        <w:t xml:space="preserve">Competizione </w:t>
                      </w:r>
                      <w:r w:rsidR="00D63C5F" w:rsidRPr="0053029C">
                        <w:rPr>
                          <w:i/>
                          <w:sz w:val="44"/>
                          <w:szCs w:val="44"/>
                        </w:rPr>
                        <w:t>Interreg per le scuole superiori</w:t>
                      </w:r>
                    </w:p>
                    <w:p w14:paraId="585AF0C7" w14:textId="77777777" w:rsidR="00B64441" w:rsidRPr="00B64441" w:rsidRDefault="00B64441" w:rsidP="00B64441"/>
                    <w:p w14:paraId="11F719EC" w14:textId="77777777" w:rsidR="00BF4910" w:rsidRPr="00BF4910" w:rsidRDefault="00BF4910" w:rsidP="002969A9"/>
                    <w:p w14:paraId="170DD205" w14:textId="2BB5C838" w:rsidR="00C76CB7" w:rsidRPr="00EE3151" w:rsidRDefault="0053029C" w:rsidP="00C76CB7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</w:rPr>
                      </w:pPr>
                      <w:r>
                        <w:rPr>
                          <w:iCs/>
                          <w:sz w:val="44"/>
                          <w:szCs w:val="44"/>
                        </w:rPr>
                        <w:t>A</w:t>
                      </w:r>
                      <w:r w:rsidR="0077527E">
                        <w:rPr>
                          <w:iCs/>
                          <w:sz w:val="44"/>
                          <w:szCs w:val="44"/>
                        </w:rPr>
                        <w:t>LLEGATO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 xml:space="preserve"> 3 - </w:t>
                      </w:r>
                      <w:r w:rsidR="008437ED" w:rsidRPr="00EE3151">
                        <w:rPr>
                          <w:iCs/>
                          <w:sz w:val="44"/>
                          <w:szCs w:val="44"/>
                        </w:rPr>
                        <w:t xml:space="preserve">Modulo d’iscrizione e </w:t>
                      </w:r>
                      <w:r w:rsidR="0019038C" w:rsidRPr="00EE3151">
                        <w:rPr>
                          <w:iCs/>
                          <w:sz w:val="44"/>
                          <w:szCs w:val="44"/>
                        </w:rPr>
                        <w:t>liberatoria</w:t>
                      </w:r>
                      <w:r w:rsidR="002C509F" w:rsidRPr="00EE3151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 w:rsidR="00DB48EF" w:rsidRPr="00EE3151">
                        <w:rPr>
                          <w:iCs/>
                          <w:sz w:val="44"/>
                          <w:szCs w:val="44"/>
                        </w:rPr>
                        <w:t xml:space="preserve">per il </w:t>
                      </w:r>
                      <w:r w:rsidR="002C509F" w:rsidRPr="00EE3151">
                        <w:rPr>
                          <w:iCs/>
                          <w:sz w:val="44"/>
                          <w:szCs w:val="44"/>
                        </w:rPr>
                        <w:t xml:space="preserve">trattamento dei dati </w:t>
                      </w:r>
                      <w:r w:rsidR="00C13AE6" w:rsidRPr="00EE3151">
                        <w:rPr>
                          <w:iCs/>
                          <w:sz w:val="44"/>
                          <w:szCs w:val="44"/>
                        </w:rPr>
                        <w:t xml:space="preserve">personali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i/>
          <w:iCs/>
        </w:rPr>
        <w:br w:type="page"/>
      </w:r>
    </w:p>
    <w:p w14:paraId="6C0B901A" w14:textId="6367493D" w:rsidR="00C13AE6" w:rsidRDefault="00C13AE6" w:rsidP="00C13AE6">
      <w:pPr>
        <w:pStyle w:val="Titolo3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lastRenderedPageBreak/>
        <w:t>Modulo d’iscrizione</w:t>
      </w:r>
    </w:p>
    <w:p w14:paraId="6C85A381" w14:textId="59BD1B4E" w:rsidR="00C76CB7" w:rsidRPr="0059249E" w:rsidRDefault="00924708" w:rsidP="0060717C">
      <w:pPr>
        <w:spacing w:before="100" w:beforeAutospacing="1" w:after="100" w:afterAutospacing="1" w:line="360" w:lineRule="auto"/>
        <w:ind w:hanging="2"/>
        <w:rPr>
          <w:rFonts w:eastAsia="Times New Roman" w:cs="Open Sans"/>
          <w:sz w:val="20"/>
          <w:szCs w:val="20"/>
          <w:lang w:eastAsia="it-IT"/>
        </w:rPr>
      </w:pPr>
      <w:r>
        <w:rPr>
          <w:rFonts w:eastAsia="Times New Roman" w:cs="Open Sans"/>
          <w:sz w:val="20"/>
          <w:szCs w:val="20"/>
          <w:lang w:eastAsia="it-IT"/>
        </w:rPr>
        <w:t>Il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presente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modulo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d’iscrizione deve essere compilato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in ogni sua parte e inviat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a</w:t>
      </w:r>
      <w:r>
        <w:rPr>
          <w:rFonts w:eastAsia="Times New Roman" w:cs="Open Sans"/>
          <w:sz w:val="20"/>
          <w:szCs w:val="20"/>
          <w:lang w:eastAsia="it-IT"/>
        </w:rPr>
        <w:t>gli organizzatori via e-mail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a</w:t>
      </w:r>
      <w:r>
        <w:rPr>
          <w:rFonts w:eastAsia="Times New Roman" w:cs="Open Sans"/>
          <w:sz w:val="20"/>
          <w:szCs w:val="20"/>
          <w:lang w:eastAsia="it-IT"/>
        </w:rPr>
        <w:t xml:space="preserve"> </w:t>
      </w:r>
      <w:hyperlink r:id="rId17" w:history="1">
        <w:r w:rsidR="0019038C" w:rsidRPr="00B82F29">
          <w:rPr>
            <w:rStyle w:val="Collegamentoipertestuale"/>
            <w:rFonts w:eastAsia="Times New Roman" w:cs="Open Sans"/>
            <w:sz w:val="20"/>
            <w:szCs w:val="20"/>
            <w:lang w:eastAsia="it-IT"/>
          </w:rPr>
          <w:t>info.itaslo@regione.fvg</w:t>
        </w:r>
      </w:hyperlink>
      <w:r w:rsidR="0019038C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entro </w:t>
      </w:r>
      <w:r w:rsidR="00B64441">
        <w:rPr>
          <w:rFonts w:eastAsia="Times New Roman" w:cs="Open Sans"/>
          <w:sz w:val="20"/>
          <w:szCs w:val="20"/>
          <w:lang w:eastAsia="it-IT"/>
        </w:rPr>
        <w:t>il</w:t>
      </w:r>
      <w:r w:rsidR="00B64441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B64441" w:rsidRPr="007A1521">
        <w:rPr>
          <w:rFonts w:eastAsia="Times New Roman" w:cs="Open Sans"/>
          <w:b/>
          <w:bCs/>
          <w:sz w:val="20"/>
          <w:szCs w:val="20"/>
          <w:lang w:eastAsia="it-IT"/>
        </w:rPr>
        <w:t>6</w:t>
      </w:r>
      <w:r w:rsidR="00316903" w:rsidRPr="00FF4E36">
        <w:rPr>
          <w:rFonts w:eastAsia="Times New Roman" w:cs="Open Sans"/>
          <w:b/>
          <w:bCs/>
          <w:sz w:val="20"/>
          <w:szCs w:val="20"/>
          <w:lang w:eastAsia="it-IT"/>
        </w:rPr>
        <w:t xml:space="preserve"> </w:t>
      </w:r>
      <w:r w:rsidR="00316903" w:rsidRPr="002969A9">
        <w:rPr>
          <w:rFonts w:eastAsia="Times New Roman" w:cs="Open Sans"/>
          <w:b/>
          <w:sz w:val="20"/>
          <w:szCs w:val="20"/>
          <w:lang w:eastAsia="it-IT"/>
        </w:rPr>
        <w:t>ottobre 2024 alle 23:59 CET</w:t>
      </w:r>
      <w:r w:rsidR="00316903">
        <w:rPr>
          <w:rFonts w:eastAsia="Times New Roman" w:cs="Open Sans"/>
          <w:sz w:val="20"/>
          <w:szCs w:val="20"/>
          <w:lang w:eastAsia="it-IT"/>
        </w:rPr>
        <w:t xml:space="preserve"> (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>termine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316903">
        <w:rPr>
          <w:rFonts w:eastAsia="Times New Roman" w:cs="Open Sans"/>
          <w:sz w:val="20"/>
          <w:szCs w:val="20"/>
          <w:lang w:eastAsia="it-IT"/>
        </w:rPr>
        <w:t>indicato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316903">
        <w:rPr>
          <w:rFonts w:eastAsia="Times New Roman" w:cs="Open Sans"/>
          <w:sz w:val="20"/>
          <w:szCs w:val="20"/>
          <w:lang w:eastAsia="it-IT"/>
        </w:rPr>
        <w:t>ne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lla sezione </w:t>
      </w:r>
      <w:r w:rsidR="00F82CB9">
        <w:rPr>
          <w:rFonts w:eastAsia="Times New Roman" w:cs="Open Sans"/>
          <w:sz w:val="20"/>
          <w:szCs w:val="20"/>
          <w:lang w:eastAsia="it-IT"/>
        </w:rPr>
        <w:t>4</w:t>
      </w:r>
      <w:r w:rsidR="00C77F50">
        <w:rPr>
          <w:rFonts w:eastAsia="Times New Roman" w:cs="Open Sans"/>
          <w:sz w:val="20"/>
          <w:szCs w:val="20"/>
          <w:lang w:eastAsia="it-IT"/>
        </w:rPr>
        <w:t>.1</w:t>
      </w:r>
      <w:r w:rsidR="0019038C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77F50">
        <w:rPr>
          <w:rFonts w:eastAsia="Times New Roman" w:cs="Open Sans"/>
          <w:sz w:val="20"/>
          <w:szCs w:val="20"/>
          <w:lang w:eastAsia="it-IT"/>
        </w:rPr>
        <w:t>delle Linee</w:t>
      </w:r>
      <w:r w:rsidR="0019038C">
        <w:rPr>
          <w:rFonts w:eastAsia="Times New Roman" w:cs="Open Sans"/>
          <w:sz w:val="20"/>
          <w:szCs w:val="20"/>
          <w:lang w:eastAsia="it-IT"/>
        </w:rPr>
        <w:t xml:space="preserve"> guida</w:t>
      </w:r>
      <w:r w:rsidR="00316903">
        <w:rPr>
          <w:rFonts w:eastAsia="Times New Roman" w:cs="Open Sans"/>
          <w:sz w:val="20"/>
          <w:szCs w:val="20"/>
          <w:lang w:eastAsia="it-IT"/>
        </w:rPr>
        <w:t>)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. 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Il modulo di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iscrizione </w:t>
      </w:r>
      <w:r w:rsidR="00C77F50">
        <w:rPr>
          <w:rFonts w:eastAsia="Times New Roman" w:cs="Open Sans"/>
          <w:sz w:val="20"/>
          <w:szCs w:val="20"/>
          <w:lang w:eastAsia="it-IT"/>
        </w:rPr>
        <w:t>dovrà essere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completo </w:t>
      </w:r>
      <w:r w:rsidR="00C77F50">
        <w:rPr>
          <w:rFonts w:eastAsia="Times New Roman" w:cs="Open Sans"/>
          <w:sz w:val="20"/>
          <w:szCs w:val="20"/>
          <w:lang w:eastAsia="it-IT"/>
        </w:rPr>
        <w:t>in</w:t>
      </w:r>
      <w:r w:rsidR="00C77F50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tutte le </w:t>
      </w:r>
      <w:r w:rsidR="00C77F50">
        <w:rPr>
          <w:rFonts w:eastAsia="Times New Roman" w:cs="Open Sans"/>
          <w:sz w:val="20"/>
          <w:szCs w:val="20"/>
          <w:lang w:eastAsia="it-IT"/>
        </w:rPr>
        <w:t>parti</w:t>
      </w:r>
      <w:r w:rsidR="00C77F50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richies</w:t>
      </w:r>
      <w:r>
        <w:rPr>
          <w:rFonts w:eastAsia="Times New Roman" w:cs="Open Sans"/>
          <w:sz w:val="20"/>
          <w:szCs w:val="20"/>
          <w:lang w:eastAsia="it-IT"/>
        </w:rPr>
        <w:t>t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e e </w:t>
      </w:r>
      <w:r w:rsidR="00C77F50">
        <w:rPr>
          <w:rFonts w:eastAsia="Times New Roman" w:cs="Open Sans"/>
          <w:sz w:val="20"/>
          <w:szCs w:val="20"/>
          <w:lang w:eastAsia="it-IT"/>
        </w:rPr>
        <w:t>accompagnato dal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le liberatorie firmate dagli studenti o</w:t>
      </w:r>
      <w:r w:rsidR="00FF4E36">
        <w:rPr>
          <w:rFonts w:eastAsia="Times New Roman" w:cs="Open Sans"/>
          <w:sz w:val="20"/>
          <w:szCs w:val="20"/>
          <w:lang w:eastAsia="it-IT"/>
        </w:rPr>
        <w:t>,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B6083E">
        <w:rPr>
          <w:rFonts w:eastAsia="Times New Roman" w:cs="Open Sans"/>
          <w:sz w:val="20"/>
          <w:szCs w:val="20"/>
          <w:lang w:eastAsia="it-IT"/>
        </w:rPr>
        <w:t>se minorenni</w:t>
      </w:r>
      <w:r w:rsidR="00FF4E36">
        <w:rPr>
          <w:rFonts w:eastAsia="Times New Roman" w:cs="Open Sans"/>
          <w:sz w:val="20"/>
          <w:szCs w:val="20"/>
          <w:lang w:eastAsia="it-IT"/>
        </w:rPr>
        <w:t>,</w:t>
      </w:r>
      <w:r w:rsidR="00B6083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d</w:t>
      </w:r>
      <w:r w:rsidR="00B6083E">
        <w:rPr>
          <w:rFonts w:eastAsia="Times New Roman" w:cs="Open Sans"/>
          <w:sz w:val="20"/>
          <w:szCs w:val="20"/>
          <w:lang w:eastAsia="it-IT"/>
        </w:rPr>
        <w:t>a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i loro tutori lega</w:t>
      </w:r>
      <w:r w:rsidR="00B6083E">
        <w:rPr>
          <w:rFonts w:eastAsia="Times New Roman" w:cs="Open Sans"/>
          <w:sz w:val="20"/>
          <w:szCs w:val="20"/>
          <w:lang w:eastAsia="it-IT"/>
        </w:rPr>
        <w:t>l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i</w:t>
      </w:r>
      <w:r w:rsidR="00B6083E">
        <w:rPr>
          <w:rFonts w:eastAsia="Times New Roman" w:cs="Open Sans"/>
          <w:sz w:val="20"/>
          <w:szCs w:val="20"/>
          <w:lang w:eastAsia="it-IT"/>
        </w:rPr>
        <w:t>.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</w:p>
    <w:p w14:paraId="0F5469B8" w14:textId="531AA306" w:rsidR="00316903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</w:t>
      </w:r>
      <w:r w:rsidR="009E1E11" w:rsidRPr="0059249E">
        <w:rPr>
          <w:rFonts w:cs="Open Sans"/>
          <w:sz w:val="20"/>
          <w:szCs w:val="20"/>
        </w:rPr>
        <w:t>/la</w:t>
      </w:r>
      <w:r w:rsidR="00316903"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 w:rsidR="00924708">
        <w:rPr>
          <w:rFonts w:cs="Open Sans"/>
          <w:sz w:val="20"/>
          <w:szCs w:val="20"/>
        </w:rPr>
        <w:t>……………………………………………………</w:t>
      </w:r>
      <w:r w:rsidR="00316903">
        <w:rPr>
          <w:rFonts w:cs="Open Sans"/>
          <w:sz w:val="20"/>
          <w:szCs w:val="20"/>
        </w:rPr>
        <w:t xml:space="preserve">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 w:rsidR="00316903">
        <w:rPr>
          <w:rFonts w:cs="Open Sans"/>
          <w:sz w:val="20"/>
          <w:szCs w:val="20"/>
        </w:rPr>
        <w:t>……</w:t>
      </w:r>
      <w:r w:rsidR="00EE3C30">
        <w:rPr>
          <w:rFonts w:cs="Open Sans"/>
          <w:sz w:val="20"/>
          <w:szCs w:val="20"/>
        </w:rPr>
        <w:t>………</w:t>
      </w:r>
      <w:r w:rsidR="00316903">
        <w:rPr>
          <w:rFonts w:cs="Open Sans"/>
          <w:sz w:val="20"/>
          <w:szCs w:val="20"/>
        </w:rPr>
        <w:t xml:space="preserve">…, stato </w:t>
      </w:r>
      <w:r w:rsidR="00316903" w:rsidRPr="0059249E">
        <w:rPr>
          <w:rFonts w:cs="Open Sans"/>
          <w:sz w:val="20"/>
          <w:szCs w:val="20"/>
        </w:rPr>
        <w:t>……</w:t>
      </w:r>
      <w:r w:rsidR="00316903">
        <w:rPr>
          <w:rFonts w:cs="Open Sans"/>
          <w:sz w:val="20"/>
          <w:szCs w:val="20"/>
        </w:rPr>
        <w:t>……</w:t>
      </w:r>
      <w:r w:rsidR="00EE3C30">
        <w:rPr>
          <w:rFonts w:cs="Open Sans"/>
          <w:sz w:val="20"/>
          <w:szCs w:val="20"/>
        </w:rPr>
        <w:t>……………</w:t>
      </w:r>
      <w:r w:rsidR="00316903">
        <w:rPr>
          <w:rFonts w:cs="Open Sans"/>
          <w:sz w:val="20"/>
          <w:szCs w:val="20"/>
        </w:rPr>
        <w:t>…</w:t>
      </w:r>
      <w:r w:rsidR="00316903" w:rsidRPr="0059249E">
        <w:rPr>
          <w:rFonts w:cs="Open Sans"/>
          <w:sz w:val="20"/>
          <w:szCs w:val="20"/>
        </w:rPr>
        <w:t>…</w:t>
      </w:r>
      <w:r w:rsidR="00316903">
        <w:rPr>
          <w:rFonts w:cs="Open Sans"/>
          <w:sz w:val="20"/>
          <w:szCs w:val="20"/>
        </w:rPr>
        <w:t>..</w:t>
      </w:r>
      <w:r w:rsidR="00316903" w:rsidRPr="0059249E">
        <w:rPr>
          <w:rFonts w:cs="Open Sans"/>
          <w:sz w:val="20"/>
          <w:szCs w:val="20"/>
        </w:rPr>
        <w:t>………………,</w:t>
      </w:r>
      <w:r w:rsidR="00316903">
        <w:rPr>
          <w:rFonts w:cs="Open Sans"/>
          <w:sz w:val="20"/>
          <w:szCs w:val="20"/>
        </w:rPr>
        <w:t xml:space="preserve"> il………………………………</w:t>
      </w:r>
      <w:r w:rsidR="00924708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 xml:space="preserve">, </w:t>
      </w:r>
      <w:r w:rsidR="00924708">
        <w:rPr>
          <w:rFonts w:cs="Open Sans"/>
          <w:sz w:val="20"/>
          <w:szCs w:val="20"/>
        </w:rPr>
        <w:t>docente</w:t>
      </w:r>
      <w:r w:rsidR="009E1E11" w:rsidRPr="0059249E">
        <w:rPr>
          <w:rFonts w:cs="Open Sans"/>
          <w:sz w:val="20"/>
          <w:szCs w:val="20"/>
        </w:rPr>
        <w:t xml:space="preserve"> </w:t>
      </w:r>
      <w:r w:rsidR="00316903">
        <w:rPr>
          <w:rFonts w:cs="Open Sans"/>
          <w:sz w:val="20"/>
          <w:szCs w:val="20"/>
        </w:rPr>
        <w:t>di [INSERIRE MATERIA] …………………………………………………………………..……….</w:t>
      </w:r>
    </w:p>
    <w:p w14:paraId="27D61514" w14:textId="17B5914A" w:rsidR="001C67B9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presso</w:t>
      </w:r>
      <w:r w:rsidR="00316903">
        <w:rPr>
          <w:rFonts w:cs="Open Sans"/>
          <w:sz w:val="20"/>
          <w:szCs w:val="20"/>
        </w:rPr>
        <w:t xml:space="preserve"> istituto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 w:rsidR="00C17463" w:rsidRPr="0059249E">
        <w:rPr>
          <w:rFonts w:cs="Open Sans"/>
          <w:sz w:val="20"/>
          <w:szCs w:val="20"/>
        </w:rPr>
        <w:t>……</w:t>
      </w:r>
      <w:r w:rsidR="0059249E">
        <w:rPr>
          <w:rFonts w:cs="Open Sans"/>
          <w:sz w:val="20"/>
          <w:szCs w:val="20"/>
        </w:rPr>
        <w:t>………………</w:t>
      </w:r>
      <w:r w:rsidR="00C77F50">
        <w:rPr>
          <w:rFonts w:cs="Open Sans"/>
          <w:sz w:val="20"/>
          <w:szCs w:val="20"/>
        </w:rPr>
        <w:t>………………………</w:t>
      </w:r>
      <w:r w:rsidR="00316903">
        <w:rPr>
          <w:rFonts w:cs="Open Sans"/>
          <w:sz w:val="20"/>
          <w:szCs w:val="20"/>
        </w:rPr>
        <w:t>..</w:t>
      </w:r>
      <w:r w:rsidR="00C77F50">
        <w:rPr>
          <w:rFonts w:cs="Open Sans"/>
          <w:sz w:val="20"/>
          <w:szCs w:val="20"/>
        </w:rPr>
        <w:t>…………</w:t>
      </w:r>
      <w:r w:rsidR="0019038C">
        <w:rPr>
          <w:rFonts w:cs="Open Sans"/>
          <w:sz w:val="20"/>
          <w:szCs w:val="20"/>
        </w:rPr>
        <w:t>..</w:t>
      </w:r>
      <w:r w:rsidR="00C77F50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>................</w:t>
      </w:r>
      <w:r w:rsidR="002C509F">
        <w:rPr>
          <w:rFonts w:cs="Open Sans"/>
          <w:sz w:val="20"/>
          <w:szCs w:val="20"/>
        </w:rPr>
        <w:t>,</w:t>
      </w:r>
    </w:p>
    <w:p w14:paraId="598A7E32" w14:textId="11C58B2E" w:rsidR="00C76CB7" w:rsidRPr="0059249E" w:rsidRDefault="00C76CB7" w:rsidP="00316903">
      <w:pPr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indirizzo della scuola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…………………………………………………………………………………………………</w:t>
      </w:r>
      <w:r w:rsidR="00316903">
        <w:rPr>
          <w:rFonts w:cs="Open Sans"/>
          <w:sz w:val="20"/>
          <w:szCs w:val="20"/>
        </w:rPr>
        <w:t>..</w:t>
      </w:r>
      <w:r w:rsidR="00C17463" w:rsidRPr="0059249E">
        <w:rPr>
          <w:rFonts w:cs="Open Sans"/>
          <w:sz w:val="20"/>
          <w:szCs w:val="20"/>
        </w:rPr>
        <w:t>……</w:t>
      </w:r>
      <w:r w:rsidR="0059249E">
        <w:rPr>
          <w:rFonts w:cs="Open Sans"/>
          <w:sz w:val="20"/>
          <w:szCs w:val="20"/>
        </w:rPr>
        <w:t>…………………...</w:t>
      </w:r>
      <w:r w:rsidRPr="0059249E">
        <w:rPr>
          <w:rFonts w:cs="Open Sans"/>
          <w:sz w:val="20"/>
          <w:szCs w:val="20"/>
        </w:rPr>
        <w:t>.</w:t>
      </w:r>
      <w:r w:rsidR="002C509F">
        <w:rPr>
          <w:rFonts w:cs="Open Sans"/>
          <w:sz w:val="20"/>
          <w:szCs w:val="20"/>
        </w:rPr>
        <w:t>.,</w:t>
      </w:r>
    </w:p>
    <w:p w14:paraId="6829E6F4" w14:textId="054ECBB5" w:rsidR="00C76CB7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prov</w:t>
      </w:r>
      <w:r w:rsidR="002C509F" w:rsidRPr="0059249E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 xml:space="preserve"> </w:t>
      </w:r>
      <w:r w:rsidR="002C509F" w:rsidRPr="0059249E">
        <w:rPr>
          <w:rFonts w:cs="Open Sans"/>
          <w:sz w:val="20"/>
          <w:szCs w:val="20"/>
        </w:rPr>
        <w:t>..…</w:t>
      </w:r>
      <w:r w:rsidRPr="0059249E">
        <w:rPr>
          <w:rFonts w:cs="Open Sans"/>
          <w:sz w:val="20"/>
          <w:szCs w:val="20"/>
        </w:rPr>
        <w:t>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, CAP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, stato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…………………</w:t>
      </w:r>
      <w:r w:rsidR="00316903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…………………………………………………………</w:t>
      </w:r>
      <w:r w:rsidR="0059249E">
        <w:rPr>
          <w:rFonts w:cs="Open Sans"/>
          <w:sz w:val="20"/>
          <w:szCs w:val="20"/>
        </w:rPr>
        <w:t>………</w:t>
      </w:r>
      <w:r w:rsidR="002C509F">
        <w:rPr>
          <w:rFonts w:cs="Open Sans"/>
          <w:sz w:val="20"/>
          <w:szCs w:val="20"/>
        </w:rPr>
        <w:t>…..……,</w:t>
      </w:r>
    </w:p>
    <w:p w14:paraId="7547D5F3" w14:textId="55E071D9" w:rsidR="00C76CB7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indirizzo e-mail</w:t>
      </w:r>
      <w:r w:rsidR="0059249E" w:rsidRPr="0059249E">
        <w:rPr>
          <w:rFonts w:cs="Open Sans"/>
          <w:sz w:val="20"/>
          <w:szCs w:val="20"/>
        </w:rPr>
        <w:t xml:space="preserve"> del professore</w:t>
      </w:r>
      <w:r w:rsidR="002C509F" w:rsidRPr="0059249E">
        <w:rPr>
          <w:rFonts w:cs="Open Sans"/>
          <w:sz w:val="20"/>
          <w:szCs w:val="20"/>
        </w:rPr>
        <w:t xml:space="preserve"> …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………………………………………………………………………………………………</w:t>
      </w:r>
      <w:r w:rsidR="0059249E">
        <w:rPr>
          <w:rFonts w:cs="Open Sans"/>
          <w:sz w:val="20"/>
          <w:szCs w:val="20"/>
        </w:rPr>
        <w:t>……</w:t>
      </w:r>
      <w:r w:rsidR="002C509F">
        <w:rPr>
          <w:rFonts w:cs="Open Sans"/>
          <w:sz w:val="20"/>
          <w:szCs w:val="20"/>
        </w:rPr>
        <w:t>…..…….</w:t>
      </w:r>
    </w:p>
    <w:p w14:paraId="56C65080" w14:textId="4C7907D0" w:rsidR="00C76CB7" w:rsidRPr="0019038C" w:rsidRDefault="00C77F50" w:rsidP="001903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Indica </w:t>
      </w:r>
      <w:r w:rsidR="00307F46" w:rsidRPr="0019038C">
        <w:rPr>
          <w:rFonts w:cs="Open Sans"/>
          <w:sz w:val="20"/>
          <w:szCs w:val="20"/>
        </w:rPr>
        <w:t xml:space="preserve">che i seguenti </w:t>
      </w:r>
      <w:r w:rsidR="00C76CB7" w:rsidRPr="0019038C">
        <w:rPr>
          <w:rFonts w:cs="Open Sans"/>
          <w:sz w:val="20"/>
          <w:szCs w:val="20"/>
        </w:rPr>
        <w:t xml:space="preserve">studenti </w:t>
      </w:r>
      <w:r w:rsidR="007C2A21" w:rsidRPr="0019038C">
        <w:rPr>
          <w:rFonts w:cs="Open Sans"/>
          <w:sz w:val="20"/>
          <w:szCs w:val="20"/>
        </w:rPr>
        <w:t>formeranno l</w:t>
      </w:r>
      <w:r w:rsidR="002C509F" w:rsidRPr="0019038C">
        <w:rPr>
          <w:rFonts w:cs="Open Sans"/>
          <w:sz w:val="20"/>
          <w:szCs w:val="20"/>
        </w:rPr>
        <w:t>a</w:t>
      </w:r>
      <w:r w:rsidR="007C2A21" w:rsidRPr="0019038C">
        <w:rPr>
          <w:rFonts w:cs="Open Sans"/>
          <w:sz w:val="20"/>
          <w:szCs w:val="20"/>
        </w:rPr>
        <w:t xml:space="preserve"> squadr</w:t>
      </w:r>
      <w:r w:rsidR="002C509F" w:rsidRPr="0019038C">
        <w:rPr>
          <w:rFonts w:cs="Open Sans"/>
          <w:sz w:val="20"/>
          <w:szCs w:val="20"/>
        </w:rPr>
        <w:t>a</w:t>
      </w:r>
      <w:r w:rsidR="007C2A21" w:rsidRPr="0019038C">
        <w:rPr>
          <w:rFonts w:cs="Open Sans"/>
          <w:sz w:val="20"/>
          <w:szCs w:val="20"/>
        </w:rPr>
        <w:t>:</w:t>
      </w:r>
      <w:r w:rsidR="00C76CB7" w:rsidRPr="0019038C">
        <w:rPr>
          <w:rFonts w:cs="Open Sans"/>
          <w:sz w:val="20"/>
          <w:szCs w:val="20"/>
        </w:rPr>
        <w:t xml:space="preserve"> </w:t>
      </w:r>
    </w:p>
    <w:p w14:paraId="498E96CC" w14:textId="34A9C8B5" w:rsidR="00C76CB7" w:rsidRPr="0059249E" w:rsidRDefault="00307F46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[NOME]</w:t>
      </w:r>
      <w:r w:rsidR="00C76CB7" w:rsidRPr="0059249E">
        <w:rPr>
          <w:rFonts w:cs="Open Sans"/>
          <w:sz w:val="20"/>
          <w:szCs w:val="20"/>
        </w:rPr>
        <w:t>………………………………</w:t>
      </w:r>
      <w:r>
        <w:rPr>
          <w:rFonts w:cs="Open Sans"/>
          <w:sz w:val="20"/>
          <w:szCs w:val="20"/>
        </w:rPr>
        <w:t>[COGNOME]</w:t>
      </w:r>
      <w:r w:rsidR="00C76CB7" w:rsidRPr="0059249E">
        <w:rPr>
          <w:rFonts w:cs="Open Sans"/>
          <w:sz w:val="20"/>
          <w:szCs w:val="20"/>
        </w:rPr>
        <w:t>………………………………………</w:t>
      </w:r>
      <w:r w:rsidR="002C509F">
        <w:rPr>
          <w:rFonts w:cs="Open Sans"/>
          <w:sz w:val="20"/>
          <w:szCs w:val="20"/>
        </w:rPr>
        <w:t>……</w:t>
      </w:r>
      <w:r w:rsidR="00C76CB7" w:rsidRPr="0059249E">
        <w:rPr>
          <w:rFonts w:cs="Open Sans"/>
          <w:sz w:val="20"/>
          <w:szCs w:val="20"/>
        </w:rPr>
        <w:t>, classe</w:t>
      </w:r>
      <w:r w:rsidR="002C509F" w:rsidRPr="0059249E">
        <w:rPr>
          <w:rFonts w:cs="Open Sans"/>
          <w:sz w:val="20"/>
          <w:szCs w:val="20"/>
        </w:rPr>
        <w:t xml:space="preserve"> …</w:t>
      </w:r>
      <w:r w:rsidR="00C76CB7" w:rsidRPr="0059249E">
        <w:rPr>
          <w:rFonts w:cs="Open Sans"/>
          <w:sz w:val="20"/>
          <w:szCs w:val="20"/>
        </w:rPr>
        <w:t>…………</w:t>
      </w:r>
      <w:r w:rsidR="002C509F">
        <w:rPr>
          <w:rFonts w:cs="Open Sans"/>
          <w:sz w:val="20"/>
          <w:szCs w:val="20"/>
        </w:rPr>
        <w:t>…</w:t>
      </w:r>
      <w:r w:rsidR="00C17463" w:rsidRPr="0059249E">
        <w:rPr>
          <w:rFonts w:cs="Open Sans"/>
          <w:sz w:val="20"/>
          <w:szCs w:val="20"/>
        </w:rPr>
        <w:t>…</w:t>
      </w:r>
      <w:r w:rsidR="002C509F">
        <w:rPr>
          <w:rFonts w:cs="Open Sans"/>
          <w:sz w:val="20"/>
          <w:szCs w:val="20"/>
        </w:rPr>
        <w:t>…,</w:t>
      </w:r>
    </w:p>
    <w:p w14:paraId="756F740C" w14:textId="32EE073A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523CCC24" w14:textId="69E97891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73541581" w14:textId="27EBD552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2681A039" w14:textId="5E9B0256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0CA67DB4" w14:textId="36BB56C8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3354817D" w14:textId="3893CF5C" w:rsidR="00FE10B9" w:rsidRPr="00F67A23" w:rsidRDefault="00316903" w:rsidP="00FE10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con</w:t>
      </w:r>
      <w:r w:rsidRPr="00E146D3">
        <w:rPr>
          <w:rFonts w:cs="Open Sans"/>
          <w:sz w:val="20"/>
          <w:szCs w:val="20"/>
        </w:rPr>
        <w:t xml:space="preserve"> </w:t>
      </w:r>
      <w:r w:rsidR="00FE10B9" w:rsidRPr="00E146D3">
        <w:rPr>
          <w:rFonts w:cs="Open Sans"/>
          <w:sz w:val="20"/>
          <w:szCs w:val="20"/>
        </w:rPr>
        <w:t>tale iscrizione</w:t>
      </w:r>
      <w:r w:rsidR="00FE10B9" w:rsidRPr="00F67A23">
        <w:rPr>
          <w:rFonts w:cs="Open Sans"/>
          <w:sz w:val="20"/>
          <w:szCs w:val="20"/>
        </w:rPr>
        <w:t xml:space="preserve"> accetta le modalità di svolgimento della competizione</w:t>
      </w:r>
      <w:r w:rsidR="00FE10B9">
        <w:rPr>
          <w:rFonts w:cs="Open Sans"/>
          <w:sz w:val="20"/>
          <w:szCs w:val="20"/>
        </w:rPr>
        <w:t xml:space="preserve">, le attività che derivano dalla partecipazione </w:t>
      </w:r>
      <w:r w:rsidR="00FE10B9" w:rsidRPr="00B60B22">
        <w:rPr>
          <w:rFonts w:cs="Open Sans"/>
          <w:sz w:val="20"/>
          <w:szCs w:val="20"/>
        </w:rPr>
        <w:t>(</w:t>
      </w:r>
      <w:r w:rsidR="00FE10B9" w:rsidRPr="00F67A23">
        <w:rPr>
          <w:rFonts w:cs="Open Sans"/>
          <w:sz w:val="20"/>
          <w:szCs w:val="20"/>
        </w:rPr>
        <w:t>indicate nelle Linee guida della competizione</w:t>
      </w:r>
      <w:r w:rsidR="00FE10B9" w:rsidRPr="00B60B22">
        <w:rPr>
          <w:rFonts w:cs="Open Sans"/>
          <w:sz w:val="20"/>
          <w:szCs w:val="20"/>
        </w:rPr>
        <w:t>)</w:t>
      </w:r>
      <w:r w:rsidR="00FE10B9">
        <w:rPr>
          <w:rFonts w:cs="Open Sans"/>
          <w:sz w:val="20"/>
          <w:szCs w:val="20"/>
        </w:rPr>
        <w:t xml:space="preserve"> </w:t>
      </w:r>
      <w:r w:rsidR="00FE10B9" w:rsidRPr="00F67A23">
        <w:rPr>
          <w:rFonts w:cs="Open Sans"/>
          <w:sz w:val="20"/>
          <w:szCs w:val="20"/>
        </w:rPr>
        <w:t xml:space="preserve">e </w:t>
      </w:r>
      <w:r w:rsidR="00FE10B9">
        <w:rPr>
          <w:rFonts w:cs="Open Sans"/>
          <w:sz w:val="20"/>
          <w:szCs w:val="20"/>
        </w:rPr>
        <w:t xml:space="preserve">le modalità </w:t>
      </w:r>
      <w:r w:rsidR="00FE10B9" w:rsidRPr="00F67A23">
        <w:rPr>
          <w:rFonts w:cs="Open Sans"/>
          <w:sz w:val="20"/>
          <w:szCs w:val="20"/>
        </w:rPr>
        <w:t xml:space="preserve">di divulgazione dei contributi degli studenti (sez. </w:t>
      </w:r>
      <w:r w:rsidR="00F82CB9">
        <w:rPr>
          <w:rFonts w:cs="Open Sans"/>
          <w:sz w:val="20"/>
          <w:szCs w:val="20"/>
        </w:rPr>
        <w:t>7</w:t>
      </w:r>
      <w:r w:rsidR="00FF4E36">
        <w:rPr>
          <w:rFonts w:cs="Open Sans"/>
          <w:sz w:val="20"/>
          <w:szCs w:val="20"/>
        </w:rPr>
        <w:t xml:space="preserve"> e 8</w:t>
      </w:r>
      <w:r w:rsidR="00EB23BB">
        <w:rPr>
          <w:rFonts w:cs="Open Sans"/>
          <w:sz w:val="20"/>
          <w:szCs w:val="20"/>
        </w:rPr>
        <w:t xml:space="preserve"> delle Linee guida</w:t>
      </w:r>
      <w:r w:rsidR="00FE10B9" w:rsidRPr="00F67A23">
        <w:rPr>
          <w:rFonts w:cs="Open Sans"/>
          <w:sz w:val="20"/>
          <w:szCs w:val="20"/>
        </w:rPr>
        <w:t xml:space="preserve">) </w:t>
      </w:r>
    </w:p>
    <w:p w14:paraId="57C1634A" w14:textId="035F4DC7" w:rsidR="00941498" w:rsidRPr="0059249E" w:rsidRDefault="001312E1" w:rsidP="001903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>conferma che gli studenti iscritti frequent</w:t>
      </w:r>
      <w:r w:rsidR="00FF4E36">
        <w:rPr>
          <w:rFonts w:cs="Open Sans"/>
          <w:sz w:val="20"/>
          <w:szCs w:val="20"/>
        </w:rPr>
        <w:t>a</w:t>
      </w:r>
      <w:r w:rsidRPr="0019038C">
        <w:rPr>
          <w:rFonts w:cs="Open Sans"/>
          <w:sz w:val="20"/>
          <w:szCs w:val="20"/>
        </w:rPr>
        <w:t>no le classi ammesse alla competizione</w:t>
      </w:r>
      <w:r w:rsidR="00A208B0" w:rsidRPr="0019038C">
        <w:rPr>
          <w:rFonts w:cs="Open Sans"/>
          <w:sz w:val="20"/>
          <w:szCs w:val="20"/>
        </w:rPr>
        <w:t xml:space="preserve"> </w:t>
      </w:r>
      <w:r w:rsidR="00307F46" w:rsidRPr="00186FC5">
        <w:rPr>
          <w:rFonts w:cs="Open Sans"/>
          <w:sz w:val="20"/>
          <w:szCs w:val="20"/>
        </w:rPr>
        <w:t xml:space="preserve">(sez. </w:t>
      </w:r>
      <w:r w:rsidR="00F82CB9">
        <w:rPr>
          <w:rFonts w:cs="Open Sans"/>
          <w:sz w:val="20"/>
          <w:szCs w:val="20"/>
        </w:rPr>
        <w:t>3</w:t>
      </w:r>
      <w:r w:rsidR="00307F46" w:rsidRPr="00186FC5">
        <w:rPr>
          <w:rFonts w:cs="Open Sans"/>
          <w:sz w:val="20"/>
          <w:szCs w:val="20"/>
        </w:rPr>
        <w:t>.1</w:t>
      </w:r>
      <w:r w:rsidR="00EB23BB">
        <w:rPr>
          <w:rFonts w:cs="Open Sans"/>
          <w:sz w:val="20"/>
          <w:szCs w:val="20"/>
        </w:rPr>
        <w:t xml:space="preserve"> delle Linee guida</w:t>
      </w:r>
      <w:r w:rsidR="00307F46" w:rsidRPr="00186FC5">
        <w:rPr>
          <w:rFonts w:cs="Open Sans"/>
          <w:sz w:val="20"/>
          <w:szCs w:val="20"/>
        </w:rPr>
        <w:t>)</w:t>
      </w:r>
      <w:r w:rsidR="00FE10B9">
        <w:rPr>
          <w:rFonts w:cs="Open Sans"/>
          <w:sz w:val="20"/>
          <w:szCs w:val="20"/>
        </w:rPr>
        <w:t xml:space="preserve"> </w:t>
      </w:r>
      <w:r w:rsidR="00941498" w:rsidRPr="0059249E">
        <w:rPr>
          <w:rFonts w:cs="Open Sans"/>
          <w:sz w:val="20"/>
          <w:szCs w:val="20"/>
        </w:rPr>
        <w:t>e</w:t>
      </w:r>
    </w:p>
    <w:p w14:paraId="35F3907D" w14:textId="2454B468" w:rsidR="0060717C" w:rsidRPr="0018266B" w:rsidRDefault="00941498" w:rsidP="004058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18266B">
        <w:rPr>
          <w:rFonts w:cs="Open Sans"/>
          <w:sz w:val="20"/>
          <w:szCs w:val="20"/>
        </w:rPr>
        <w:t xml:space="preserve">acconsente </w:t>
      </w:r>
      <w:r w:rsidR="00316903" w:rsidRPr="0018266B">
        <w:rPr>
          <w:rFonts w:cs="Open Sans"/>
          <w:sz w:val="20"/>
          <w:szCs w:val="20"/>
        </w:rPr>
        <w:t>a</w:t>
      </w:r>
      <w:r w:rsidRPr="0018266B">
        <w:rPr>
          <w:rFonts w:cs="Open Sans"/>
          <w:sz w:val="20"/>
          <w:szCs w:val="20"/>
        </w:rPr>
        <w:t>l t</w:t>
      </w:r>
      <w:r w:rsidR="00A208B0" w:rsidRPr="0018266B">
        <w:rPr>
          <w:rFonts w:cs="Open Sans"/>
          <w:sz w:val="20"/>
          <w:szCs w:val="20"/>
        </w:rPr>
        <w:t>ratta</w:t>
      </w:r>
      <w:r w:rsidRPr="0018266B">
        <w:rPr>
          <w:rFonts w:cs="Open Sans"/>
          <w:sz w:val="20"/>
          <w:szCs w:val="20"/>
        </w:rPr>
        <w:t xml:space="preserve">mento dei dati personali </w:t>
      </w:r>
      <w:r w:rsidR="00A208B0" w:rsidRPr="0018266B">
        <w:rPr>
          <w:rFonts w:cs="Open Sans"/>
          <w:sz w:val="20"/>
          <w:szCs w:val="20"/>
        </w:rPr>
        <w:t>secondo le modalità indicate nelle Linee guida e nell</w:t>
      </w:r>
      <w:r w:rsidR="0018266B" w:rsidRPr="0018266B">
        <w:rPr>
          <w:rFonts w:cs="Open Sans"/>
          <w:sz w:val="20"/>
          <w:szCs w:val="20"/>
        </w:rPr>
        <w:t>’”Informativa sul trattamento dei dati personali</w:t>
      </w:r>
      <w:r w:rsidR="00892487">
        <w:rPr>
          <w:rFonts w:cs="Open Sans"/>
          <w:sz w:val="20"/>
          <w:szCs w:val="20"/>
        </w:rPr>
        <w:t>”</w:t>
      </w:r>
      <w:r w:rsidR="0018266B">
        <w:rPr>
          <w:rFonts w:cs="Open Sans"/>
          <w:sz w:val="20"/>
          <w:szCs w:val="20"/>
        </w:rPr>
        <w:t>.</w:t>
      </w:r>
    </w:p>
    <w:p w14:paraId="3FDDD24C" w14:textId="77777777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</w:p>
    <w:p w14:paraId="2536610B" w14:textId="63596939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Luogo e </w:t>
      </w:r>
      <w:r w:rsidR="0019038C" w:rsidRPr="0059249E">
        <w:rPr>
          <w:rFonts w:cs="Open Sans"/>
          <w:sz w:val="20"/>
          <w:szCs w:val="20"/>
        </w:rPr>
        <w:t xml:space="preserve">data:  </w:t>
      </w:r>
      <w:r w:rsidRPr="0059249E">
        <w:rPr>
          <w:rFonts w:cs="Open Sans"/>
          <w:sz w:val="20"/>
          <w:szCs w:val="20"/>
        </w:rPr>
        <w:t xml:space="preserve">                                                                                     Firma: </w:t>
      </w:r>
    </w:p>
    <w:p w14:paraId="073493CE" w14:textId="32F056E1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……………………………………………………….                                               ..…………………………………………</w:t>
      </w:r>
      <w:r w:rsidR="002C509F">
        <w:rPr>
          <w:rFonts w:cs="Open Sans"/>
          <w:sz w:val="20"/>
          <w:szCs w:val="20"/>
        </w:rPr>
        <w:t>…………..……</w:t>
      </w:r>
    </w:p>
    <w:p w14:paraId="7FED733F" w14:textId="42765A27" w:rsidR="0059249E" w:rsidRDefault="00C13AE6" w:rsidP="00C13AE6">
      <w:pPr>
        <w:pStyle w:val="Titolo3"/>
      </w:pPr>
      <w:r>
        <w:lastRenderedPageBreak/>
        <w:t>Liberatoria studenti</w:t>
      </w:r>
    </w:p>
    <w:p w14:paraId="5378FA58" w14:textId="77777777" w:rsidR="0059249E" w:rsidRDefault="0059249E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</w:p>
    <w:p w14:paraId="0DC583E5" w14:textId="7DC19C24" w:rsidR="00A208B0" w:rsidRDefault="0059249E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La seguente liberatoria</w:t>
      </w:r>
      <w:r w:rsidR="00A208B0" w:rsidRPr="0059249E">
        <w:rPr>
          <w:rFonts w:cs="Open Sans"/>
          <w:sz w:val="20"/>
          <w:szCs w:val="20"/>
        </w:rPr>
        <w:t xml:space="preserve"> deve essere compilat</w:t>
      </w:r>
      <w:r w:rsidRPr="0059249E">
        <w:rPr>
          <w:rFonts w:cs="Open Sans"/>
          <w:sz w:val="20"/>
          <w:szCs w:val="20"/>
        </w:rPr>
        <w:t>a</w:t>
      </w:r>
      <w:r w:rsidR="009E1E11" w:rsidRPr="0059249E">
        <w:rPr>
          <w:rFonts w:cs="Open Sans"/>
          <w:sz w:val="20"/>
          <w:szCs w:val="20"/>
        </w:rPr>
        <w:t xml:space="preserve"> e firmat</w:t>
      </w:r>
      <w:r w:rsidRPr="0059249E">
        <w:rPr>
          <w:rFonts w:cs="Open Sans"/>
          <w:sz w:val="20"/>
          <w:szCs w:val="20"/>
        </w:rPr>
        <w:t>a</w:t>
      </w:r>
      <w:r w:rsidR="00A208B0" w:rsidRPr="0059249E">
        <w:rPr>
          <w:rFonts w:cs="Open Sans"/>
          <w:sz w:val="20"/>
          <w:szCs w:val="20"/>
        </w:rPr>
        <w:t xml:space="preserve"> per ogni studente che parteciperà alla competizione. Se lo studente è minorenne </w:t>
      </w:r>
      <w:r w:rsidR="00C52A98">
        <w:rPr>
          <w:rFonts w:cs="Open Sans"/>
          <w:sz w:val="20"/>
          <w:szCs w:val="20"/>
        </w:rPr>
        <w:t>al</w:t>
      </w:r>
      <w:r w:rsidR="00C52A98" w:rsidRPr="0059249E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momento</w:t>
      </w:r>
      <w:r w:rsidR="00A208B0" w:rsidRPr="0059249E">
        <w:rPr>
          <w:rFonts w:cs="Open Sans"/>
          <w:sz w:val="20"/>
          <w:szCs w:val="20"/>
        </w:rPr>
        <w:t xml:space="preserve"> dell’iscrizione alla competizione</w:t>
      </w:r>
      <w:r w:rsidR="008437ED">
        <w:rPr>
          <w:rFonts w:cs="Open Sans"/>
          <w:sz w:val="20"/>
          <w:szCs w:val="20"/>
        </w:rPr>
        <w:t>,</w:t>
      </w:r>
      <w:r w:rsidR="00A208B0" w:rsidRPr="0059249E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 xml:space="preserve">la liberatoria </w:t>
      </w:r>
      <w:r w:rsidR="00A208B0" w:rsidRPr="0059249E">
        <w:rPr>
          <w:rFonts w:cs="Open Sans"/>
          <w:sz w:val="20"/>
          <w:szCs w:val="20"/>
        </w:rPr>
        <w:t>deve essere firmat</w:t>
      </w:r>
      <w:r w:rsidRPr="0059249E">
        <w:rPr>
          <w:rFonts w:cs="Open Sans"/>
          <w:sz w:val="20"/>
          <w:szCs w:val="20"/>
        </w:rPr>
        <w:t>a</w:t>
      </w:r>
      <w:r w:rsidR="00A208B0" w:rsidRPr="0059249E">
        <w:rPr>
          <w:rFonts w:cs="Open Sans"/>
          <w:sz w:val="20"/>
          <w:szCs w:val="20"/>
        </w:rPr>
        <w:t xml:space="preserve"> dal </w:t>
      </w:r>
      <w:r w:rsidR="00924708">
        <w:rPr>
          <w:rFonts w:cs="Open Sans"/>
          <w:sz w:val="20"/>
          <w:szCs w:val="20"/>
        </w:rPr>
        <w:t>suo</w:t>
      </w:r>
      <w:r w:rsidR="00A208B0" w:rsidRPr="0059249E">
        <w:rPr>
          <w:rFonts w:cs="Open Sans"/>
          <w:sz w:val="20"/>
          <w:szCs w:val="20"/>
        </w:rPr>
        <w:t xml:space="preserve"> tutore legale. </w:t>
      </w:r>
      <w:r w:rsidR="0019038C">
        <w:rPr>
          <w:rFonts w:cs="Open Sans"/>
          <w:sz w:val="20"/>
          <w:szCs w:val="20"/>
        </w:rPr>
        <w:t>È</w:t>
      </w:r>
      <w:r w:rsidR="00186FC5">
        <w:rPr>
          <w:rFonts w:cs="Open Sans"/>
          <w:sz w:val="20"/>
          <w:szCs w:val="20"/>
        </w:rPr>
        <w:t xml:space="preserve"> necessario che per ogni studente coinvolto venga </w:t>
      </w:r>
      <w:r w:rsidR="00316903">
        <w:rPr>
          <w:rFonts w:cs="Open Sans"/>
          <w:sz w:val="20"/>
          <w:szCs w:val="20"/>
        </w:rPr>
        <w:t xml:space="preserve">consegnata </w:t>
      </w:r>
      <w:r w:rsidR="0019038C">
        <w:rPr>
          <w:rFonts w:cs="Open Sans"/>
          <w:sz w:val="20"/>
          <w:szCs w:val="20"/>
        </w:rPr>
        <w:t>la</w:t>
      </w:r>
      <w:r w:rsidR="00186FC5">
        <w:rPr>
          <w:rFonts w:cs="Open Sans"/>
          <w:sz w:val="20"/>
          <w:szCs w:val="20"/>
        </w:rPr>
        <w:t xml:space="preserve"> </w:t>
      </w:r>
      <w:r w:rsidR="009E1E11" w:rsidRPr="0059249E">
        <w:rPr>
          <w:rFonts w:cs="Open Sans"/>
          <w:sz w:val="20"/>
          <w:szCs w:val="20"/>
        </w:rPr>
        <w:t xml:space="preserve">seguente </w:t>
      </w:r>
      <w:r w:rsidRPr="0059249E">
        <w:rPr>
          <w:rFonts w:cs="Open Sans"/>
          <w:sz w:val="20"/>
          <w:szCs w:val="20"/>
        </w:rPr>
        <w:t>liberatoria</w:t>
      </w:r>
      <w:r w:rsidR="009E1E11" w:rsidRPr="0059249E">
        <w:rPr>
          <w:rFonts w:cs="Open Sans"/>
          <w:sz w:val="20"/>
          <w:szCs w:val="20"/>
        </w:rPr>
        <w:t xml:space="preserve"> compilat</w:t>
      </w:r>
      <w:r w:rsidRPr="0059249E">
        <w:rPr>
          <w:rFonts w:cs="Open Sans"/>
          <w:sz w:val="20"/>
          <w:szCs w:val="20"/>
        </w:rPr>
        <w:t>a</w:t>
      </w:r>
      <w:r w:rsidR="009E1E11" w:rsidRPr="0059249E">
        <w:rPr>
          <w:rFonts w:cs="Open Sans"/>
          <w:sz w:val="20"/>
          <w:szCs w:val="20"/>
        </w:rPr>
        <w:t xml:space="preserve"> </w:t>
      </w:r>
      <w:r w:rsidR="00186FC5" w:rsidRPr="0059249E">
        <w:rPr>
          <w:rFonts w:cs="Open Sans"/>
          <w:sz w:val="20"/>
          <w:szCs w:val="20"/>
        </w:rPr>
        <w:t>in tutte le s</w:t>
      </w:r>
      <w:r w:rsidR="00186FC5">
        <w:rPr>
          <w:rFonts w:cs="Open Sans"/>
          <w:sz w:val="20"/>
          <w:szCs w:val="20"/>
        </w:rPr>
        <w:t>ue parti</w:t>
      </w:r>
      <w:r w:rsidR="00186FC5" w:rsidRPr="0059249E">
        <w:rPr>
          <w:rFonts w:cs="Open Sans"/>
          <w:sz w:val="20"/>
          <w:szCs w:val="20"/>
        </w:rPr>
        <w:t xml:space="preserve"> </w:t>
      </w:r>
      <w:r w:rsidR="007C2A21" w:rsidRPr="0059249E">
        <w:rPr>
          <w:rFonts w:cs="Open Sans"/>
          <w:sz w:val="20"/>
          <w:szCs w:val="20"/>
        </w:rPr>
        <w:t xml:space="preserve">e </w:t>
      </w:r>
      <w:r w:rsidR="00186FC5">
        <w:rPr>
          <w:rFonts w:cs="Open Sans"/>
          <w:sz w:val="20"/>
          <w:szCs w:val="20"/>
        </w:rPr>
        <w:t>debitamente sottoscritta</w:t>
      </w:r>
      <w:r w:rsidR="007C2A21" w:rsidRPr="0059249E">
        <w:rPr>
          <w:rFonts w:cs="Open Sans"/>
          <w:sz w:val="20"/>
          <w:szCs w:val="20"/>
        </w:rPr>
        <w:t xml:space="preserve">. </w:t>
      </w:r>
      <w:r w:rsidR="009E1E11" w:rsidRPr="0059249E">
        <w:rPr>
          <w:rFonts w:cs="Open Sans"/>
          <w:sz w:val="20"/>
          <w:szCs w:val="20"/>
        </w:rPr>
        <w:t xml:space="preserve"> </w:t>
      </w:r>
    </w:p>
    <w:p w14:paraId="23CF2CA7" w14:textId="72809EC7" w:rsidR="008437ED" w:rsidRDefault="001B41BF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br w:type="page"/>
      </w:r>
    </w:p>
    <w:p w14:paraId="52959244" w14:textId="3E2A08FB" w:rsidR="008437ED" w:rsidRDefault="008437ED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sz w:val="20"/>
          <w:szCs w:val="20"/>
        </w:rPr>
      </w:pPr>
      <w:r w:rsidRPr="002969A9">
        <w:rPr>
          <w:rFonts w:cs="Open Sans"/>
          <w:b/>
          <w:sz w:val="20"/>
          <w:szCs w:val="20"/>
          <w:u w:val="single"/>
        </w:rPr>
        <w:lastRenderedPageBreak/>
        <w:t>Studente maggiorenne</w:t>
      </w:r>
      <w:r>
        <w:rPr>
          <w:rFonts w:cs="Open Sans"/>
          <w:sz w:val="20"/>
          <w:szCs w:val="20"/>
        </w:rPr>
        <w:t>:</w:t>
      </w:r>
    </w:p>
    <w:p w14:paraId="13EB1D1A" w14:textId="77777777" w:rsidR="00C52A98" w:rsidRPr="0059249E" w:rsidRDefault="00C52A98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sz w:val="20"/>
          <w:szCs w:val="20"/>
        </w:rPr>
      </w:pPr>
    </w:p>
    <w:p w14:paraId="7F7BF486" w14:textId="77777777" w:rsidR="00EE3C30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Il/la</w:t>
      </w:r>
      <w:r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……………………………………………………………………,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il………………………………., </w:t>
      </w:r>
    </w:p>
    <w:p w14:paraId="200752C2" w14:textId="5698DC1B" w:rsidR="007C2A21" w:rsidRPr="0059249E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studente presso istituto ..……………………………....</w:t>
      </w:r>
      <w:r w:rsidR="007C2A21" w:rsidRPr="0059249E">
        <w:rPr>
          <w:rFonts w:cs="Open Sans"/>
          <w:sz w:val="20"/>
          <w:szCs w:val="20"/>
        </w:rPr>
        <w:t>………………………………………………………………………………</w:t>
      </w:r>
      <w:r w:rsidR="002C509F">
        <w:rPr>
          <w:rFonts w:cs="Open Sans"/>
          <w:sz w:val="20"/>
          <w:szCs w:val="20"/>
        </w:rPr>
        <w:t>………</w:t>
      </w:r>
      <w:r w:rsidR="007C2A21" w:rsidRPr="0059249E">
        <w:rPr>
          <w:rFonts w:cs="Open Sans"/>
          <w:sz w:val="20"/>
          <w:szCs w:val="20"/>
        </w:rPr>
        <w:t>,</w:t>
      </w:r>
    </w:p>
    <w:p w14:paraId="3BD9F619" w14:textId="3C17755D" w:rsidR="00127F52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iscritto </w:t>
      </w:r>
      <w:r w:rsidR="00924708">
        <w:rPr>
          <w:rFonts w:cs="Open Sans"/>
          <w:sz w:val="20"/>
          <w:szCs w:val="20"/>
        </w:rPr>
        <w:t>alla</w:t>
      </w:r>
      <w:r w:rsidRPr="0059249E">
        <w:rPr>
          <w:rFonts w:cs="Open Sans"/>
          <w:sz w:val="20"/>
          <w:szCs w:val="20"/>
        </w:rPr>
        <w:t xml:space="preserve"> classe ……………………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 xml:space="preserve">. durante l’anno scolastico 2024/2025. </w:t>
      </w:r>
    </w:p>
    <w:p w14:paraId="4FDAC019" w14:textId="77777777" w:rsidR="007A1521" w:rsidRDefault="007A15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7CCC343C" w14:textId="63C46FF6" w:rsidR="001B41BF" w:rsidRPr="0019038C" w:rsidRDefault="001B41BF" w:rsidP="0019038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Ho letto le Linee guida e accetto di partecipare alla competizione organizzata dal Programma Interreg VI-A Italia-Slovenia secondo le modalità previste. Come specificato nelle Linee guida </w:t>
      </w:r>
      <w:r w:rsidR="003971F7">
        <w:rPr>
          <w:rFonts w:cs="Open Sans"/>
          <w:sz w:val="20"/>
          <w:szCs w:val="20"/>
        </w:rPr>
        <w:t xml:space="preserve">(sezioni 7 e 8) </w:t>
      </w:r>
      <w:r w:rsidRPr="0019038C">
        <w:rPr>
          <w:rFonts w:cs="Open Sans"/>
          <w:sz w:val="20"/>
          <w:szCs w:val="20"/>
        </w:rPr>
        <w:t>accetto che il materiale da me prodotto nell’ambito della competizione venga pubblicato e usato dagli organizzatori secondo le modalità previste</w:t>
      </w:r>
      <w:r w:rsidR="007A1521">
        <w:rPr>
          <w:rFonts w:cs="Open Sans"/>
          <w:sz w:val="20"/>
          <w:szCs w:val="20"/>
        </w:rPr>
        <w:t>;</w:t>
      </w:r>
    </w:p>
    <w:p w14:paraId="4701A111" w14:textId="41742C2E" w:rsidR="001B41BF" w:rsidRPr="0019038C" w:rsidRDefault="001B41BF" w:rsidP="0019038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acconsento al trattamento dei dati personali </w:t>
      </w:r>
      <w:r w:rsidR="0045734B">
        <w:rPr>
          <w:rFonts w:cs="Open Sans"/>
          <w:sz w:val="20"/>
          <w:szCs w:val="20"/>
        </w:rPr>
        <w:t xml:space="preserve">ai sensi </w:t>
      </w:r>
      <w:r w:rsidR="00E26B01">
        <w:rPr>
          <w:rFonts w:cs="Open Sans"/>
          <w:sz w:val="20"/>
          <w:szCs w:val="20"/>
        </w:rPr>
        <w:t>dell’”</w:t>
      </w:r>
      <w:r w:rsidR="0045734B">
        <w:rPr>
          <w:rFonts w:cs="Open Sans"/>
          <w:sz w:val="20"/>
          <w:szCs w:val="20"/>
        </w:rPr>
        <w:t xml:space="preserve">Informativa sul trattamento dei dati personali” </w:t>
      </w:r>
      <w:r w:rsidRPr="0019038C">
        <w:rPr>
          <w:rFonts w:cs="Open Sans"/>
          <w:sz w:val="20"/>
          <w:szCs w:val="20"/>
        </w:rPr>
        <w:t xml:space="preserve">per l’uso da parte degli organizzatori indicato nelle Linee guida. </w:t>
      </w:r>
    </w:p>
    <w:p w14:paraId="248CF2FA" w14:textId="77777777" w:rsidR="001B41BF" w:rsidRDefault="001B41BF" w:rsidP="001B41BF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07D743E5" w14:textId="4C5BC243" w:rsidR="0019038C" w:rsidRPr="0059249E" w:rsidRDefault="0019038C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Luogo e data</w:t>
      </w:r>
      <w:r w:rsidRPr="0059249E">
        <w:rPr>
          <w:rFonts w:cs="Open Sans"/>
          <w:sz w:val="20"/>
          <w:szCs w:val="20"/>
        </w:rPr>
        <w:t xml:space="preserve">:                                                          </w:t>
      </w:r>
      <w:r>
        <w:rPr>
          <w:rFonts w:cs="Open Sans"/>
          <w:sz w:val="20"/>
          <w:szCs w:val="20"/>
        </w:rPr>
        <w:t xml:space="preserve">          Firma:</w:t>
      </w:r>
    </w:p>
    <w:p w14:paraId="68545B5E" w14:textId="77777777" w:rsidR="0019038C" w:rsidRDefault="0019038C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………………………………………….                                          …………………………………………………………</w:t>
      </w:r>
      <w:r>
        <w:rPr>
          <w:rFonts w:cs="Open Sans"/>
          <w:sz w:val="20"/>
          <w:szCs w:val="20"/>
        </w:rPr>
        <w:t>…………………….</w:t>
      </w:r>
    </w:p>
    <w:p w14:paraId="4E522694" w14:textId="5CC12519" w:rsidR="0019038C" w:rsidRDefault="0019038C">
      <w:pPr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br w:type="page"/>
      </w:r>
    </w:p>
    <w:p w14:paraId="3EF49ED8" w14:textId="566DB65A" w:rsidR="007C2A21" w:rsidRDefault="00C8798A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b/>
          <w:sz w:val="20"/>
          <w:szCs w:val="20"/>
        </w:rPr>
      </w:pPr>
      <w:r w:rsidRPr="002969A9">
        <w:rPr>
          <w:rFonts w:cs="Open Sans"/>
          <w:b/>
          <w:sz w:val="20"/>
          <w:szCs w:val="20"/>
          <w:u w:val="single"/>
        </w:rPr>
        <w:lastRenderedPageBreak/>
        <w:t xml:space="preserve">Studente </w:t>
      </w:r>
      <w:r w:rsidR="007C2A21" w:rsidRPr="002969A9">
        <w:rPr>
          <w:rFonts w:cs="Open Sans"/>
          <w:b/>
          <w:sz w:val="20"/>
          <w:szCs w:val="20"/>
          <w:u w:val="single"/>
        </w:rPr>
        <w:t>minorenne</w:t>
      </w:r>
      <w:r w:rsidR="007C2A21" w:rsidRPr="002969A9">
        <w:rPr>
          <w:rFonts w:cs="Open Sans"/>
          <w:b/>
          <w:sz w:val="20"/>
          <w:szCs w:val="20"/>
        </w:rPr>
        <w:t>:</w:t>
      </w:r>
    </w:p>
    <w:p w14:paraId="61F4E20E" w14:textId="77777777" w:rsidR="00C52A98" w:rsidRPr="002969A9" w:rsidRDefault="00C52A98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b/>
          <w:sz w:val="20"/>
          <w:szCs w:val="20"/>
        </w:rPr>
      </w:pPr>
    </w:p>
    <w:p w14:paraId="5D9F5FDC" w14:textId="77777777" w:rsidR="00EE3C30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Il/la</w:t>
      </w:r>
      <w:r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……………………………………………………………………,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il………………………………., </w:t>
      </w:r>
    </w:p>
    <w:p w14:paraId="1B59A158" w14:textId="2BA2A52D" w:rsidR="007C2A21" w:rsidRPr="0059249E" w:rsidRDefault="007C2A21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 quali</w:t>
      </w:r>
      <w:r w:rsidR="00EE3C30">
        <w:rPr>
          <w:rFonts w:cs="Open Sans"/>
          <w:sz w:val="20"/>
          <w:szCs w:val="20"/>
        </w:rPr>
        <w:t>tà di genitore/tutore legale di …………………………………..….</w:t>
      </w:r>
      <w:r w:rsidRPr="0059249E">
        <w:rPr>
          <w:rFonts w:cs="Open Sans"/>
          <w:sz w:val="20"/>
          <w:szCs w:val="20"/>
        </w:rPr>
        <w:t>……………………………………………………</w:t>
      </w:r>
      <w:r w:rsidR="0059249E">
        <w:rPr>
          <w:rFonts w:cs="Open Sans"/>
          <w:sz w:val="20"/>
          <w:szCs w:val="20"/>
        </w:rPr>
        <w:t>…</w:t>
      </w:r>
      <w:r w:rsidR="002C509F">
        <w:rPr>
          <w:rFonts w:cs="Open Sans"/>
          <w:sz w:val="20"/>
          <w:szCs w:val="20"/>
        </w:rPr>
        <w:t>………</w:t>
      </w:r>
      <w:r w:rsidRPr="0059249E">
        <w:rPr>
          <w:rFonts w:cs="Open Sans"/>
          <w:sz w:val="20"/>
          <w:szCs w:val="20"/>
        </w:rPr>
        <w:t>,</w:t>
      </w:r>
    </w:p>
    <w:p w14:paraId="70BF113E" w14:textId="6C1D22AD" w:rsidR="00EE3C30" w:rsidRDefault="00EE3C30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 xml:space="preserve">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</w:t>
      </w:r>
      <w:r w:rsidR="00477042">
        <w:rPr>
          <w:rFonts w:cs="Open Sans"/>
          <w:sz w:val="20"/>
          <w:szCs w:val="20"/>
        </w:rPr>
        <w:t xml:space="preserve"> </w:t>
      </w:r>
      <w:r>
        <w:rPr>
          <w:rFonts w:cs="Open Sans"/>
          <w:sz w:val="20"/>
          <w:szCs w:val="20"/>
        </w:rPr>
        <w:t xml:space="preserve">………………………………., </w:t>
      </w:r>
    </w:p>
    <w:p w14:paraId="39A55863" w14:textId="7AA6AEBF" w:rsidR="007C2A21" w:rsidRPr="0059249E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studente presso </w:t>
      </w:r>
      <w:r w:rsidR="00EE3C30">
        <w:rPr>
          <w:rFonts w:cs="Open Sans"/>
          <w:sz w:val="20"/>
          <w:szCs w:val="20"/>
        </w:rPr>
        <w:t>l’istituto</w:t>
      </w:r>
      <w:r w:rsidRPr="0059249E">
        <w:rPr>
          <w:rFonts w:cs="Open Sans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59249E">
        <w:rPr>
          <w:rFonts w:cs="Open Sans"/>
          <w:sz w:val="20"/>
          <w:szCs w:val="20"/>
        </w:rPr>
        <w:t>……</w:t>
      </w:r>
      <w:r w:rsidR="002C509F">
        <w:rPr>
          <w:rFonts w:cs="Open Sans"/>
          <w:sz w:val="20"/>
          <w:szCs w:val="20"/>
        </w:rPr>
        <w:t>…...,</w:t>
      </w:r>
    </w:p>
    <w:p w14:paraId="77080C32" w14:textId="503E5EBD" w:rsidR="00127F52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iscritto </w:t>
      </w:r>
      <w:r w:rsidR="00127F52">
        <w:rPr>
          <w:rFonts w:cs="Open Sans"/>
          <w:sz w:val="20"/>
          <w:szCs w:val="20"/>
        </w:rPr>
        <w:t>alla</w:t>
      </w:r>
      <w:r w:rsidRPr="0059249E">
        <w:rPr>
          <w:rFonts w:cs="Open Sans"/>
          <w:sz w:val="20"/>
          <w:szCs w:val="20"/>
        </w:rPr>
        <w:t xml:space="preserve"> classe ……………………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 xml:space="preserve">. durante l’anno scolastico 2024/2025. </w:t>
      </w:r>
    </w:p>
    <w:p w14:paraId="65B51035" w14:textId="77777777" w:rsidR="00442D06" w:rsidRDefault="00442D06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3E4C6E4E" w14:textId="40F222BC" w:rsidR="00C8798A" w:rsidRDefault="00903CBD" w:rsidP="00C8798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Ho letto le Linee guida e </w:t>
      </w:r>
      <w:r w:rsidR="006F08A2">
        <w:rPr>
          <w:rFonts w:cs="Open Sans"/>
          <w:sz w:val="20"/>
          <w:szCs w:val="20"/>
        </w:rPr>
        <w:t>consento</w:t>
      </w:r>
      <w:r w:rsidR="006F08A2" w:rsidRPr="0019038C">
        <w:rPr>
          <w:rFonts w:cs="Open Sans"/>
          <w:sz w:val="20"/>
          <w:szCs w:val="20"/>
        </w:rPr>
        <w:t xml:space="preserve"> </w:t>
      </w:r>
      <w:r w:rsidRPr="0019038C">
        <w:rPr>
          <w:rFonts w:cs="Open Sans"/>
          <w:sz w:val="20"/>
          <w:szCs w:val="20"/>
        </w:rPr>
        <w:t xml:space="preserve">di </w:t>
      </w:r>
      <w:r w:rsidR="00887084">
        <w:rPr>
          <w:rFonts w:cs="Open Sans"/>
          <w:sz w:val="20"/>
          <w:szCs w:val="20"/>
        </w:rPr>
        <w:t xml:space="preserve">far partecipare </w:t>
      </w:r>
      <w:r w:rsidR="005F55F9">
        <w:rPr>
          <w:rFonts w:cs="Open Sans"/>
          <w:sz w:val="20"/>
          <w:szCs w:val="20"/>
        </w:rPr>
        <w:t xml:space="preserve">il minore sopra indicato </w:t>
      </w:r>
      <w:r w:rsidRPr="0019038C">
        <w:rPr>
          <w:rFonts w:cs="Open Sans"/>
          <w:sz w:val="20"/>
          <w:szCs w:val="20"/>
        </w:rPr>
        <w:t xml:space="preserve">alla competizione organizzata dal Programma Interreg VI-A Italia-Slovenia secondo le modalità previste. Come specificato nelle Linee guida </w:t>
      </w:r>
      <w:r w:rsidR="003971F7">
        <w:rPr>
          <w:rFonts w:cs="Open Sans"/>
          <w:sz w:val="20"/>
          <w:szCs w:val="20"/>
        </w:rPr>
        <w:t>(sezioni 7 e 8) acconsento</w:t>
      </w:r>
      <w:r w:rsidR="003971F7" w:rsidRPr="0019038C">
        <w:rPr>
          <w:rFonts w:cs="Open Sans"/>
          <w:sz w:val="20"/>
          <w:szCs w:val="20"/>
        </w:rPr>
        <w:t xml:space="preserve"> </w:t>
      </w:r>
      <w:r w:rsidRPr="0019038C">
        <w:rPr>
          <w:rFonts w:cs="Open Sans"/>
          <w:sz w:val="20"/>
          <w:szCs w:val="20"/>
        </w:rPr>
        <w:t>che il materiale prodotto nell’ambito della competizione venga pubblicato e usato dagli organizzatori secondo le modalità previste</w:t>
      </w:r>
      <w:r w:rsidR="007A1521">
        <w:rPr>
          <w:rFonts w:cs="Open Sans"/>
          <w:sz w:val="20"/>
          <w:szCs w:val="20"/>
        </w:rPr>
        <w:t>;</w:t>
      </w:r>
    </w:p>
    <w:p w14:paraId="41C69826" w14:textId="7C7BB250" w:rsidR="00831CF4" w:rsidRPr="0019038C" w:rsidRDefault="00903CBD" w:rsidP="00C8798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acconsento al trattamento dei dati personali </w:t>
      </w:r>
      <w:r w:rsidR="00D238A0">
        <w:rPr>
          <w:rFonts w:cs="Open Sans"/>
          <w:sz w:val="20"/>
          <w:szCs w:val="20"/>
        </w:rPr>
        <w:t xml:space="preserve">ai sensi dell’”Informativa sul trattamento dei dati personali” </w:t>
      </w:r>
      <w:r w:rsidR="00831CF4" w:rsidRPr="0019038C">
        <w:rPr>
          <w:rFonts w:cs="Open Sans"/>
          <w:sz w:val="20"/>
          <w:szCs w:val="20"/>
        </w:rPr>
        <w:t xml:space="preserve">per l’uso da parte degli organizzatori indicato nelle Linee guida. </w:t>
      </w:r>
    </w:p>
    <w:p w14:paraId="4218A558" w14:textId="77777777" w:rsidR="00831CF4" w:rsidRDefault="00831CF4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7FDFC97F" w14:textId="77777777" w:rsidR="00442D06" w:rsidRPr="0059249E" w:rsidRDefault="00442D06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4E0DF387" w14:textId="785C5CB3" w:rsidR="00831CF4" w:rsidRPr="0059249E" w:rsidRDefault="0019038C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Luogo e data</w:t>
      </w:r>
      <w:r w:rsidR="002C509F" w:rsidRPr="0059249E">
        <w:rPr>
          <w:rFonts w:cs="Open Sans"/>
          <w:sz w:val="20"/>
          <w:szCs w:val="20"/>
        </w:rPr>
        <w:t xml:space="preserve">:  </w:t>
      </w:r>
      <w:r w:rsidR="00831CF4" w:rsidRPr="0059249E">
        <w:rPr>
          <w:rFonts w:cs="Open Sans"/>
          <w:sz w:val="20"/>
          <w:szCs w:val="20"/>
        </w:rPr>
        <w:t xml:space="preserve">                                                        </w:t>
      </w:r>
      <w:r w:rsidR="00127F52">
        <w:rPr>
          <w:rFonts w:cs="Open Sans"/>
          <w:sz w:val="20"/>
          <w:szCs w:val="20"/>
        </w:rPr>
        <w:t xml:space="preserve">         </w:t>
      </w:r>
      <w:r w:rsidR="00831CF4" w:rsidRPr="0059249E">
        <w:rPr>
          <w:rFonts w:cs="Open Sans"/>
          <w:sz w:val="20"/>
          <w:szCs w:val="20"/>
        </w:rPr>
        <w:t xml:space="preserve"> Firma </w:t>
      </w:r>
      <w:r w:rsidR="001B41BF">
        <w:rPr>
          <w:rFonts w:cs="Open Sans"/>
          <w:sz w:val="20"/>
          <w:szCs w:val="20"/>
        </w:rPr>
        <w:t>del</w:t>
      </w:r>
      <w:r w:rsidR="00831CF4" w:rsidRPr="0059249E">
        <w:rPr>
          <w:rFonts w:cs="Open Sans"/>
          <w:sz w:val="20"/>
          <w:szCs w:val="20"/>
        </w:rPr>
        <w:t xml:space="preserve"> genitore</w:t>
      </w:r>
      <w:r w:rsidR="00EC6E66">
        <w:rPr>
          <w:rFonts w:cs="Open Sans"/>
          <w:sz w:val="20"/>
          <w:szCs w:val="20"/>
        </w:rPr>
        <w:t>/tutore legale</w:t>
      </w:r>
      <w:r>
        <w:rPr>
          <w:rFonts w:cs="Open Sans"/>
          <w:sz w:val="20"/>
          <w:szCs w:val="20"/>
        </w:rPr>
        <w:t>:</w:t>
      </w:r>
    </w:p>
    <w:p w14:paraId="45404DFB" w14:textId="0B79431F" w:rsidR="00C13AE6" w:rsidRDefault="00831CF4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………………………………………….                                          …………………………………………………………</w:t>
      </w:r>
      <w:r w:rsidR="002C509F">
        <w:rPr>
          <w:rFonts w:cs="Open Sans"/>
          <w:sz w:val="20"/>
          <w:szCs w:val="20"/>
        </w:rPr>
        <w:t>…………………….</w:t>
      </w:r>
    </w:p>
    <w:p w14:paraId="0DED106C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28841F7E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50482242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0210ADE7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301F4917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BAB8C84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63C8A42E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7A515A8A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A6AAC29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2485527" w14:textId="2B3FE2DC" w:rsidR="00A83D77" w:rsidRDefault="00A83D77" w:rsidP="00887084">
      <w:pPr>
        <w:spacing w:before="24" w:line="251" w:lineRule="auto"/>
        <w:ind w:right="1303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sectPr w:rsidR="00A83D77" w:rsidSect="00E358AA">
      <w:headerReference w:type="default" r:id="rId18"/>
      <w:footerReference w:type="even" r:id="rId19"/>
      <w:footerReference w:type="default" r:id="rId20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8AC4B" w14:textId="77777777" w:rsidR="00781831" w:rsidRDefault="00781831" w:rsidP="00A37662">
      <w:r>
        <w:separator/>
      </w:r>
    </w:p>
  </w:endnote>
  <w:endnote w:type="continuationSeparator" w:id="0">
    <w:p w14:paraId="499F2770" w14:textId="77777777" w:rsidR="00781831" w:rsidRDefault="00781831" w:rsidP="00A3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  <w:p w14:paraId="3CB6DBF8" w14:textId="77777777" w:rsidR="00430753" w:rsidRDefault="004307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18BFF4C4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095C76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8C863B" w14:textId="77777777" w:rsidR="00430753" w:rsidRDefault="004307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9E4E" w14:textId="77777777" w:rsidR="00781831" w:rsidRDefault="00781831" w:rsidP="00A37662">
      <w:r>
        <w:separator/>
      </w:r>
    </w:p>
  </w:footnote>
  <w:footnote w:type="continuationSeparator" w:id="0">
    <w:p w14:paraId="0BB1068C" w14:textId="77777777" w:rsidR="00781831" w:rsidRDefault="00781831" w:rsidP="00A3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5E6B22D5" w:rsidR="00A37662" w:rsidRDefault="00D21FB1" w:rsidP="00A37662">
    <w:pPr>
      <w:pStyle w:val="Intestazione"/>
      <w:jc w:val="left"/>
    </w:pPr>
    <w:r w:rsidRPr="002D2486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164BF5E5" wp14:editId="6AF8EC24">
          <wp:simplePos x="0" y="0"/>
          <wp:positionH relativeFrom="column">
            <wp:posOffset>3085465</wp:posOffset>
          </wp:positionH>
          <wp:positionV relativeFrom="paragraph">
            <wp:posOffset>0</wp:posOffset>
          </wp:positionV>
          <wp:extent cx="648000" cy="450000"/>
          <wp:effectExtent l="0" t="0" r="0" b="7620"/>
          <wp:wrapNone/>
          <wp:docPr id="28" name="Immagine 28" descr="C:\Users\a04185\AppData\Local\Temp\564f724f-9f34-4e36-8e74-346bbd173da7_standard-pos-jpg-high-all.zip.da7\jpg-hr\en\logo_ce-en-rvb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04185\AppData\Local\Temp\564f724f-9f34-4e36-8e74-346bbd173da7_standard-pos-jpg-high-all.zip.da7\jpg-hr\en\logo_ce-en-rvb-h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ED58F3A" wp14:editId="5C587F63">
          <wp:simplePos x="0" y="0"/>
          <wp:positionH relativeFrom="column">
            <wp:posOffset>3816350</wp:posOffset>
          </wp:positionH>
          <wp:positionV relativeFrom="paragraph">
            <wp:posOffset>57785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273A8CAE">
          <wp:extent cx="6109487" cy="492866"/>
          <wp:effectExtent l="0" t="0" r="0" b="2540"/>
          <wp:docPr id="8567705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487" cy="492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A37662">
      <w:tab/>
    </w:r>
  </w:p>
  <w:p w14:paraId="2D1FD658" w14:textId="77777777" w:rsidR="00430753" w:rsidRDefault="004307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63EF"/>
    <w:multiLevelType w:val="hybridMultilevel"/>
    <w:tmpl w:val="17F44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46D8"/>
    <w:multiLevelType w:val="hybridMultilevel"/>
    <w:tmpl w:val="CBC250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627164"/>
    <w:multiLevelType w:val="hybridMultilevel"/>
    <w:tmpl w:val="A6D48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66200"/>
    <w:multiLevelType w:val="multilevel"/>
    <w:tmpl w:val="D9C0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FA42932"/>
    <w:multiLevelType w:val="hybridMultilevel"/>
    <w:tmpl w:val="30CA17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06624585">
    <w:abstractNumId w:val="1"/>
  </w:num>
  <w:num w:numId="2" w16cid:durableId="1238781026">
    <w:abstractNumId w:val="3"/>
  </w:num>
  <w:num w:numId="3" w16cid:durableId="1782842511">
    <w:abstractNumId w:val="4"/>
  </w:num>
  <w:num w:numId="4" w16cid:durableId="1297300387">
    <w:abstractNumId w:val="2"/>
  </w:num>
  <w:num w:numId="5" w16cid:durableId="85749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95C76"/>
    <w:rsid w:val="00095D5A"/>
    <w:rsid w:val="000C4D37"/>
    <w:rsid w:val="000F1A84"/>
    <w:rsid w:val="00112EBB"/>
    <w:rsid w:val="00127F52"/>
    <w:rsid w:val="001312E1"/>
    <w:rsid w:val="00175AC8"/>
    <w:rsid w:val="0018266B"/>
    <w:rsid w:val="00186FC5"/>
    <w:rsid w:val="0019038C"/>
    <w:rsid w:val="001A4637"/>
    <w:rsid w:val="001B41BF"/>
    <w:rsid w:val="001C67B9"/>
    <w:rsid w:val="002969A9"/>
    <w:rsid w:val="002C060E"/>
    <w:rsid w:val="002C509F"/>
    <w:rsid w:val="00307F46"/>
    <w:rsid w:val="00316903"/>
    <w:rsid w:val="00340333"/>
    <w:rsid w:val="003971F7"/>
    <w:rsid w:val="003B1E24"/>
    <w:rsid w:val="003E5430"/>
    <w:rsid w:val="00430753"/>
    <w:rsid w:val="00442D06"/>
    <w:rsid w:val="0045734B"/>
    <w:rsid w:val="004708D6"/>
    <w:rsid w:val="00477042"/>
    <w:rsid w:val="004B4633"/>
    <w:rsid w:val="0053029C"/>
    <w:rsid w:val="0059249E"/>
    <w:rsid w:val="005F55F9"/>
    <w:rsid w:val="00600084"/>
    <w:rsid w:val="0060717C"/>
    <w:rsid w:val="006A27AD"/>
    <w:rsid w:val="006D50A0"/>
    <w:rsid w:val="006F08A2"/>
    <w:rsid w:val="007214CF"/>
    <w:rsid w:val="00772FAF"/>
    <w:rsid w:val="0077527E"/>
    <w:rsid w:val="00781831"/>
    <w:rsid w:val="007A1521"/>
    <w:rsid w:val="007C2A21"/>
    <w:rsid w:val="00821F1E"/>
    <w:rsid w:val="00831CF4"/>
    <w:rsid w:val="008437ED"/>
    <w:rsid w:val="00887084"/>
    <w:rsid w:val="00892487"/>
    <w:rsid w:val="008927A0"/>
    <w:rsid w:val="00903CBD"/>
    <w:rsid w:val="00914D4F"/>
    <w:rsid w:val="00924708"/>
    <w:rsid w:val="00924F86"/>
    <w:rsid w:val="0093154A"/>
    <w:rsid w:val="00941498"/>
    <w:rsid w:val="009816E1"/>
    <w:rsid w:val="00982DCB"/>
    <w:rsid w:val="00997088"/>
    <w:rsid w:val="009E1E11"/>
    <w:rsid w:val="00A208B0"/>
    <w:rsid w:val="00A37662"/>
    <w:rsid w:val="00A83D77"/>
    <w:rsid w:val="00AD08BA"/>
    <w:rsid w:val="00AF1BA1"/>
    <w:rsid w:val="00B0473D"/>
    <w:rsid w:val="00B41BB8"/>
    <w:rsid w:val="00B6083E"/>
    <w:rsid w:val="00B64441"/>
    <w:rsid w:val="00BD2EEC"/>
    <w:rsid w:val="00BF4910"/>
    <w:rsid w:val="00C13AE6"/>
    <w:rsid w:val="00C17463"/>
    <w:rsid w:val="00C52A98"/>
    <w:rsid w:val="00C56503"/>
    <w:rsid w:val="00C76CB7"/>
    <w:rsid w:val="00C77F50"/>
    <w:rsid w:val="00C8798A"/>
    <w:rsid w:val="00CE261A"/>
    <w:rsid w:val="00D21FB1"/>
    <w:rsid w:val="00D238A0"/>
    <w:rsid w:val="00D63C5F"/>
    <w:rsid w:val="00DB48EF"/>
    <w:rsid w:val="00DD40C8"/>
    <w:rsid w:val="00E26B01"/>
    <w:rsid w:val="00E358AA"/>
    <w:rsid w:val="00E6487A"/>
    <w:rsid w:val="00E66154"/>
    <w:rsid w:val="00EB23BB"/>
    <w:rsid w:val="00EC3179"/>
    <w:rsid w:val="00EC6E66"/>
    <w:rsid w:val="00EE3151"/>
    <w:rsid w:val="00EE3C30"/>
    <w:rsid w:val="00F54215"/>
    <w:rsid w:val="00F82CB9"/>
    <w:rsid w:val="00FA4C0F"/>
    <w:rsid w:val="00FE10B9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Revisione">
    <w:name w:val="Revision"/>
    <w:hidden/>
    <w:uiPriority w:val="99"/>
    <w:semiHidden/>
    <w:rsid w:val="003B1E24"/>
    <w:rPr>
      <w:rFonts w:ascii="Open Sans" w:hAnsi="Open Sans"/>
      <w:color w:val="404040" w:themeColor="text1" w:themeTint="BF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3B1E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1E2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1E24"/>
    <w:rPr>
      <w:rFonts w:ascii="Open Sans" w:hAnsi="Open Sans"/>
      <w:color w:val="404040" w:themeColor="text1" w:themeTint="BF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1E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1E24"/>
    <w:rPr>
      <w:rFonts w:ascii="Open Sans" w:hAnsi="Open Sans"/>
      <w:b/>
      <w:bCs/>
      <w:color w:val="404040" w:themeColor="text1" w:themeTint="BF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F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F50"/>
    <w:rPr>
      <w:rFonts w:ascii="Segoe UI" w:hAnsi="Segoe UI" w:cs="Segoe UI"/>
      <w:color w:val="404040" w:themeColor="text1" w:themeTint="BF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19038C"/>
    <w:rPr>
      <w:color w:val="0432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yperlink" Target="mailto:info.itaslo@regione.fv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E0162-6FDA-4DD9-A120-EB35E9745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40FCE-05D6-4FA3-8E2A-C671948FF452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93</TotalTime>
  <Pages>5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39</cp:revision>
  <dcterms:created xsi:type="dcterms:W3CDTF">2024-07-30T07:52:00Z</dcterms:created>
  <dcterms:modified xsi:type="dcterms:W3CDTF">2024-08-23T06:56:00Z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